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161B97" w:rsidP="00161B97">
      <w:pPr>
        <w:pStyle w:val="Heading1"/>
        <w:spacing w:line="360" w:lineRule="auto"/>
      </w:pPr>
      <w:r>
        <w:t xml:space="preserve">CEO/MANAGER PERFORMANCE AND DEVELOPMENT REVIEW 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5812"/>
      </w:tblGrid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603C8C" w:rsidP="00B62AE4">
            <w:pPr>
              <w:spacing w:line="600" w:lineRule="auto"/>
              <w:jc w:val="left"/>
              <w:rPr>
                <w:b/>
              </w:rPr>
            </w:pPr>
            <w:r>
              <w:rPr>
                <w:b/>
              </w:rPr>
              <w:t>CEO/Manager’s name</w:t>
            </w:r>
          </w:p>
        </w:tc>
        <w:tc>
          <w:tcPr>
            <w:tcW w:w="5812" w:type="dxa"/>
          </w:tcPr>
          <w:p w:rsidR="00495C4D" w:rsidRPr="00F9329A" w:rsidRDefault="00495C4D" w:rsidP="007038E9"/>
        </w:tc>
      </w:tr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603C8C" w:rsidP="00B62AE4">
            <w:pPr>
              <w:spacing w:line="600" w:lineRule="auto"/>
              <w:jc w:val="left"/>
              <w:rPr>
                <w:b/>
              </w:rPr>
            </w:pPr>
            <w:r>
              <w:rPr>
                <w:b/>
              </w:rPr>
              <w:t>Length of time in the position</w:t>
            </w:r>
          </w:p>
        </w:tc>
        <w:tc>
          <w:tcPr>
            <w:tcW w:w="5812" w:type="dxa"/>
          </w:tcPr>
          <w:p w:rsidR="00495C4D" w:rsidRPr="00F9329A" w:rsidRDefault="00495C4D" w:rsidP="007038E9"/>
        </w:tc>
      </w:tr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603C8C" w:rsidP="00495C4D">
            <w:pPr>
              <w:jc w:val="left"/>
              <w:rPr>
                <w:b/>
              </w:rPr>
            </w:pPr>
            <w:r>
              <w:rPr>
                <w:b/>
              </w:rPr>
              <w:t xml:space="preserve">Review period </w:t>
            </w:r>
          </w:p>
        </w:tc>
        <w:tc>
          <w:tcPr>
            <w:tcW w:w="5812" w:type="dxa"/>
          </w:tcPr>
          <w:p w:rsidR="00603C8C" w:rsidRDefault="00603C8C" w:rsidP="00603C8C">
            <w:pPr>
              <w:jc w:val="left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6 months</w:t>
            </w:r>
            <w:r w:rsidR="007448C8">
              <w:rPr>
                <w:b/>
              </w:rPr>
              <w:t xml:space="preserve"> since appointment</w:t>
            </w:r>
          </w:p>
          <w:p w:rsidR="007448C8" w:rsidRDefault="007448C8" w:rsidP="00603C8C">
            <w:pPr>
              <w:jc w:val="left"/>
              <w:rPr>
                <w:b/>
              </w:rPr>
            </w:pPr>
          </w:p>
          <w:p w:rsidR="007448C8" w:rsidRDefault="00603C8C" w:rsidP="00603C8C">
            <w:pPr>
              <w:jc w:val="left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="007448C8">
              <w:rPr>
                <w:b/>
              </w:rPr>
              <w:t>Annual review</w:t>
            </w:r>
          </w:p>
          <w:p w:rsidR="00495C4D" w:rsidRDefault="00603C8C" w:rsidP="00603C8C">
            <w:pPr>
              <w:jc w:val="left"/>
            </w:pPr>
            <w:r>
              <w:rPr>
                <w:b/>
              </w:rPr>
              <w:br/>
            </w:r>
            <w:r w:rsidRPr="00621CE4">
              <w:rPr>
                <w:b/>
              </w:rPr>
              <w:sym w:font="Wingdings 2" w:char="F0A3"/>
            </w:r>
            <w:r w:rsidR="007448C8">
              <w:rPr>
                <w:b/>
              </w:rPr>
              <w:t xml:space="preserve"> Other: _________________________________________</w:t>
            </w:r>
          </w:p>
          <w:p w:rsidR="00603C8C" w:rsidRPr="00F9329A" w:rsidRDefault="00603C8C" w:rsidP="00495C4D"/>
        </w:tc>
      </w:tr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7448C8" w:rsidP="00B62AE4">
            <w:pPr>
              <w:spacing w:line="720" w:lineRule="auto"/>
              <w:jc w:val="left"/>
              <w:rPr>
                <w:b/>
              </w:rPr>
            </w:pPr>
            <w:r>
              <w:rPr>
                <w:b/>
              </w:rPr>
              <w:t xml:space="preserve">Date of review </w:t>
            </w:r>
          </w:p>
        </w:tc>
        <w:tc>
          <w:tcPr>
            <w:tcW w:w="5812" w:type="dxa"/>
          </w:tcPr>
          <w:p w:rsidR="00495C4D" w:rsidRDefault="00495C4D" w:rsidP="007038E9"/>
        </w:tc>
      </w:tr>
      <w:tr w:rsidR="007448C8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7448C8" w:rsidRDefault="007448C8" w:rsidP="00B62AE4">
            <w:pPr>
              <w:spacing w:line="720" w:lineRule="auto"/>
              <w:jc w:val="left"/>
              <w:rPr>
                <w:b/>
              </w:rPr>
            </w:pPr>
            <w:r>
              <w:rPr>
                <w:b/>
              </w:rPr>
              <w:t xml:space="preserve">Date of last review </w:t>
            </w:r>
          </w:p>
        </w:tc>
        <w:tc>
          <w:tcPr>
            <w:tcW w:w="5812" w:type="dxa"/>
          </w:tcPr>
          <w:p w:rsidR="007448C8" w:rsidRDefault="007448C8" w:rsidP="007038E9"/>
        </w:tc>
      </w:tr>
    </w:tbl>
    <w:p w:rsidR="00495C4D" w:rsidRDefault="00495C4D" w:rsidP="002031CF"/>
    <w:p w:rsidR="009B4F38" w:rsidRDefault="009B4F38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387"/>
      </w:tblGrid>
      <w:tr w:rsidR="009B4F38" w:rsidRPr="00F9329A" w:rsidTr="009B4F38">
        <w:tc>
          <w:tcPr>
            <w:tcW w:w="8789" w:type="dxa"/>
            <w:gridSpan w:val="2"/>
            <w:shd w:val="clear" w:color="auto" w:fill="000000" w:themeFill="text1"/>
          </w:tcPr>
          <w:p w:rsidR="009B4F38" w:rsidRDefault="00DD1359" w:rsidP="00B45628">
            <w:pPr>
              <w:rPr>
                <w:b/>
              </w:rPr>
            </w:pPr>
            <w:r>
              <w:rPr>
                <w:b/>
              </w:rPr>
              <w:t xml:space="preserve">Reviewers </w:t>
            </w:r>
          </w:p>
          <w:p w:rsidR="00281570" w:rsidRPr="00281570" w:rsidRDefault="00281570" w:rsidP="00B45628">
            <w:pPr>
              <w:rPr>
                <w:b/>
              </w:rPr>
            </w:pPr>
          </w:p>
        </w:tc>
      </w:tr>
      <w:tr w:rsidR="009B4F38" w:rsidRPr="00F9329A" w:rsidTr="00DD1359">
        <w:tc>
          <w:tcPr>
            <w:tcW w:w="3402" w:type="dxa"/>
            <w:shd w:val="clear" w:color="auto" w:fill="D9D9D9" w:themeFill="background1" w:themeFillShade="D9"/>
          </w:tcPr>
          <w:p w:rsidR="00281570" w:rsidRPr="00281570" w:rsidRDefault="00DD1359" w:rsidP="00281570">
            <w:pPr>
              <w:jc w:val="left"/>
              <w:rPr>
                <w:b/>
              </w:rPr>
            </w:pPr>
            <w:r>
              <w:rPr>
                <w:b/>
              </w:rPr>
              <w:t>Board member No.1 undertaking the review</w:t>
            </w:r>
          </w:p>
          <w:p w:rsidR="009B4F38" w:rsidRPr="00495C4D" w:rsidRDefault="00281570" w:rsidP="00281570">
            <w:pPr>
              <w:jc w:val="left"/>
              <w:rPr>
                <w:b/>
              </w:rPr>
            </w:pPr>
            <w:r w:rsidRPr="00281570">
              <w:rPr>
                <w:b/>
              </w:rPr>
              <w:tab/>
            </w:r>
          </w:p>
        </w:tc>
        <w:tc>
          <w:tcPr>
            <w:tcW w:w="5387" w:type="dxa"/>
          </w:tcPr>
          <w:p w:rsidR="009B4F38" w:rsidRPr="00F9329A" w:rsidRDefault="009B4F38" w:rsidP="007038E9"/>
        </w:tc>
      </w:tr>
      <w:tr w:rsidR="009B4F38" w:rsidRPr="00F9329A" w:rsidTr="00DD1359">
        <w:tc>
          <w:tcPr>
            <w:tcW w:w="3402" w:type="dxa"/>
            <w:shd w:val="clear" w:color="auto" w:fill="D9D9D9" w:themeFill="background1" w:themeFillShade="D9"/>
          </w:tcPr>
          <w:p w:rsidR="00281570" w:rsidRPr="00281570" w:rsidRDefault="00DD1359" w:rsidP="00281570">
            <w:pPr>
              <w:jc w:val="left"/>
              <w:rPr>
                <w:b/>
              </w:rPr>
            </w:pPr>
            <w:r>
              <w:rPr>
                <w:b/>
              </w:rPr>
              <w:t>Position</w:t>
            </w:r>
          </w:p>
          <w:p w:rsidR="009B4F38" w:rsidRPr="00495C4D" w:rsidRDefault="009B4F38" w:rsidP="00281570">
            <w:pPr>
              <w:jc w:val="left"/>
              <w:rPr>
                <w:b/>
              </w:rPr>
            </w:pPr>
          </w:p>
        </w:tc>
        <w:tc>
          <w:tcPr>
            <w:tcW w:w="5387" w:type="dxa"/>
          </w:tcPr>
          <w:p w:rsidR="009B4F38" w:rsidRPr="00F9329A" w:rsidRDefault="009B4F38" w:rsidP="007038E9"/>
        </w:tc>
      </w:tr>
      <w:tr w:rsidR="009B4F38" w:rsidRPr="00F9329A" w:rsidTr="00DD1359">
        <w:tc>
          <w:tcPr>
            <w:tcW w:w="3402" w:type="dxa"/>
            <w:shd w:val="clear" w:color="auto" w:fill="D9D9D9" w:themeFill="background1" w:themeFillShade="D9"/>
          </w:tcPr>
          <w:p w:rsidR="00DD1359" w:rsidRPr="00281570" w:rsidRDefault="00DD1359" w:rsidP="00DD1359">
            <w:pPr>
              <w:jc w:val="left"/>
              <w:rPr>
                <w:b/>
              </w:rPr>
            </w:pPr>
            <w:r>
              <w:rPr>
                <w:b/>
              </w:rPr>
              <w:t>Board member No.</w:t>
            </w:r>
            <w:r>
              <w:rPr>
                <w:b/>
              </w:rPr>
              <w:t>2</w:t>
            </w:r>
            <w:r>
              <w:rPr>
                <w:b/>
              </w:rPr>
              <w:t xml:space="preserve"> undertaking the review</w:t>
            </w:r>
          </w:p>
          <w:p w:rsidR="00281570" w:rsidRPr="00495C4D" w:rsidRDefault="00281570" w:rsidP="00DD1359">
            <w:pPr>
              <w:jc w:val="left"/>
              <w:rPr>
                <w:b/>
              </w:rPr>
            </w:pPr>
          </w:p>
        </w:tc>
        <w:tc>
          <w:tcPr>
            <w:tcW w:w="5387" w:type="dxa"/>
          </w:tcPr>
          <w:p w:rsidR="009B4F38" w:rsidRDefault="009B4F38" w:rsidP="007038E9"/>
        </w:tc>
      </w:tr>
      <w:tr w:rsidR="00DD1359" w:rsidRPr="00F9329A" w:rsidTr="00DD1359">
        <w:tc>
          <w:tcPr>
            <w:tcW w:w="3402" w:type="dxa"/>
            <w:shd w:val="clear" w:color="auto" w:fill="D9D9D9" w:themeFill="background1" w:themeFillShade="D9"/>
          </w:tcPr>
          <w:p w:rsidR="00DD1359" w:rsidRPr="00281570" w:rsidRDefault="00DD1359" w:rsidP="00DD1359">
            <w:pPr>
              <w:jc w:val="left"/>
              <w:rPr>
                <w:b/>
              </w:rPr>
            </w:pPr>
            <w:r>
              <w:rPr>
                <w:b/>
              </w:rPr>
              <w:t>Position</w:t>
            </w:r>
          </w:p>
          <w:p w:rsidR="00DD1359" w:rsidRDefault="00DD1359" w:rsidP="00DD1359">
            <w:pPr>
              <w:jc w:val="left"/>
              <w:rPr>
                <w:b/>
              </w:rPr>
            </w:pPr>
          </w:p>
        </w:tc>
        <w:tc>
          <w:tcPr>
            <w:tcW w:w="5387" w:type="dxa"/>
          </w:tcPr>
          <w:p w:rsidR="00DD1359" w:rsidRDefault="00DD1359" w:rsidP="007038E9"/>
        </w:tc>
      </w:tr>
    </w:tbl>
    <w:p w:rsidR="009B4F38" w:rsidRDefault="009B4F38" w:rsidP="002031CF"/>
    <w:p w:rsidR="00B62AE4" w:rsidRDefault="00B62AE4" w:rsidP="002031CF"/>
    <w:p w:rsidR="00B62AE4" w:rsidRDefault="00B62AE4" w:rsidP="002031CF"/>
    <w:p w:rsidR="00B62AE4" w:rsidRDefault="00B62AE4" w:rsidP="002031CF"/>
    <w:p w:rsidR="00B62AE4" w:rsidRDefault="00B62AE4" w:rsidP="002031CF"/>
    <w:p w:rsidR="00B62AE4" w:rsidRDefault="00B62AE4" w:rsidP="002031CF"/>
    <w:p w:rsidR="00B62AE4" w:rsidRDefault="00B62AE4" w:rsidP="002031CF"/>
    <w:p w:rsidR="0034133D" w:rsidRDefault="0034133D" w:rsidP="0034133D">
      <w:pPr>
        <w:pStyle w:val="Heading2"/>
      </w:pPr>
    </w:p>
    <w:p w:rsidR="00B62AE4" w:rsidRDefault="00B62AE4" w:rsidP="0034133D">
      <w:pPr>
        <w:pStyle w:val="Heading2"/>
      </w:pPr>
      <w:r>
        <w:t xml:space="preserve">SECTION 1. BACKGROUND </w:t>
      </w:r>
    </w:p>
    <w:p w:rsidR="00B62AE4" w:rsidRDefault="00B62AE4" w:rsidP="002031CF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660853" w:rsidRPr="004B2ED5" w:rsidTr="008C2BA7">
        <w:tc>
          <w:tcPr>
            <w:tcW w:w="8789" w:type="dxa"/>
            <w:shd w:val="clear" w:color="auto" w:fill="D9D9D9" w:themeFill="background1" w:themeFillShade="D9"/>
          </w:tcPr>
          <w:p w:rsidR="00660853" w:rsidRPr="00660853" w:rsidRDefault="00660853" w:rsidP="00660853">
            <w:pPr>
              <w:jc w:val="left"/>
              <w:rPr>
                <w:b/>
                <w:i/>
              </w:rPr>
            </w:pPr>
            <w:r w:rsidRPr="00660853">
              <w:rPr>
                <w:i/>
              </w:rPr>
              <w:t xml:space="preserve">Please provide comments about the factors influencing outcomes at </w:t>
            </w:r>
            <w:r>
              <w:rPr>
                <w:i/>
              </w:rPr>
              <w:t>the organisation</w:t>
            </w:r>
            <w:r w:rsidRPr="00660853">
              <w:rPr>
                <w:i/>
              </w:rPr>
              <w:t xml:space="preserve"> over the last twelve months</w:t>
            </w:r>
            <w:r w:rsidR="00F8505E">
              <w:rPr>
                <w:i/>
              </w:rPr>
              <w:t>.</w:t>
            </w:r>
          </w:p>
        </w:tc>
      </w:tr>
      <w:tr w:rsidR="00660853" w:rsidTr="008C2BA7">
        <w:trPr>
          <w:trHeight w:val="913"/>
        </w:trPr>
        <w:tc>
          <w:tcPr>
            <w:tcW w:w="8789" w:type="dxa"/>
          </w:tcPr>
          <w:p w:rsidR="00660853" w:rsidRDefault="00660853" w:rsidP="008C2BA7">
            <w:pPr>
              <w:jc w:val="left"/>
              <w:rPr>
                <w:b/>
              </w:rPr>
            </w:pPr>
          </w:p>
          <w:p w:rsidR="00660853" w:rsidRDefault="00660853" w:rsidP="008C2BA7">
            <w:pPr>
              <w:jc w:val="left"/>
              <w:rPr>
                <w:b/>
              </w:rPr>
            </w:pPr>
          </w:p>
          <w:p w:rsidR="00660853" w:rsidRDefault="00660853" w:rsidP="008C2BA7">
            <w:pPr>
              <w:jc w:val="left"/>
              <w:rPr>
                <w:b/>
              </w:rPr>
            </w:pPr>
          </w:p>
          <w:p w:rsidR="00660853" w:rsidRDefault="00660853" w:rsidP="008C2BA7">
            <w:pPr>
              <w:jc w:val="left"/>
              <w:rPr>
                <w:b/>
              </w:rPr>
            </w:pPr>
          </w:p>
          <w:p w:rsidR="00660853" w:rsidRDefault="00660853" w:rsidP="008C2BA7">
            <w:pPr>
              <w:jc w:val="left"/>
              <w:rPr>
                <w:b/>
              </w:rPr>
            </w:pPr>
          </w:p>
          <w:p w:rsidR="00660853" w:rsidRDefault="00660853" w:rsidP="008C2BA7">
            <w:pPr>
              <w:jc w:val="left"/>
              <w:rPr>
                <w:b/>
              </w:rPr>
            </w:pPr>
          </w:p>
          <w:p w:rsidR="00660853" w:rsidRDefault="00660853" w:rsidP="008C2BA7">
            <w:pPr>
              <w:jc w:val="left"/>
              <w:rPr>
                <w:b/>
              </w:rPr>
            </w:pPr>
          </w:p>
          <w:p w:rsidR="00660853" w:rsidRPr="00E70B93" w:rsidRDefault="00660853" w:rsidP="008C2BA7">
            <w:pPr>
              <w:jc w:val="left"/>
              <w:rPr>
                <w:b/>
              </w:rPr>
            </w:pPr>
          </w:p>
        </w:tc>
      </w:tr>
    </w:tbl>
    <w:p w:rsidR="0034133D" w:rsidRDefault="0034133D" w:rsidP="002031CF"/>
    <w:p w:rsidR="0034133D" w:rsidRDefault="0034133D" w:rsidP="002031CF"/>
    <w:p w:rsidR="0034133D" w:rsidRDefault="0034133D" w:rsidP="0034133D">
      <w:pPr>
        <w:pStyle w:val="Heading2"/>
      </w:pPr>
    </w:p>
    <w:p w:rsidR="00B62AE4" w:rsidRDefault="00B62AE4" w:rsidP="0034133D">
      <w:pPr>
        <w:pStyle w:val="Heading2"/>
      </w:pPr>
      <w:r>
        <w:t>SECTION 2. PERFORMANCE</w:t>
      </w:r>
    </w:p>
    <w:p w:rsidR="00B62AE4" w:rsidRDefault="00B62AE4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90"/>
        <w:gridCol w:w="1179"/>
        <w:gridCol w:w="2913"/>
        <w:gridCol w:w="2984"/>
      </w:tblGrid>
      <w:tr w:rsidR="00EC4BF8" w:rsidRPr="00F9329A" w:rsidTr="00812900">
        <w:trPr>
          <w:trHeight w:val="874"/>
        </w:trPr>
        <w:tc>
          <w:tcPr>
            <w:tcW w:w="8758" w:type="dxa"/>
            <w:gridSpan w:val="4"/>
            <w:shd w:val="clear" w:color="auto" w:fill="BFBFBF" w:themeFill="background1" w:themeFillShade="BF"/>
          </w:tcPr>
          <w:p w:rsidR="00EC4BF8" w:rsidRDefault="00EC4BF8" w:rsidP="008C2BA7">
            <w:pPr>
              <w:rPr>
                <w:i/>
              </w:rPr>
            </w:pPr>
            <w:r w:rsidRPr="00EC4BF8">
              <w:rPr>
                <w:i/>
              </w:rPr>
              <w:t>Complete the following table according to the CEO/Manager’s performance</w:t>
            </w:r>
          </w:p>
          <w:p w:rsidR="00EC4BF8" w:rsidRPr="00EC4BF8" w:rsidRDefault="00EC4BF8" w:rsidP="008C2BA7">
            <w:pPr>
              <w:rPr>
                <w:i/>
              </w:rPr>
            </w:pPr>
          </w:p>
        </w:tc>
      </w:tr>
      <w:tr w:rsidR="00F8505E" w:rsidRPr="00F9329A" w:rsidTr="00812900">
        <w:trPr>
          <w:trHeight w:val="2203"/>
        </w:trPr>
        <w:tc>
          <w:tcPr>
            <w:tcW w:w="1690" w:type="dxa"/>
            <w:shd w:val="clear" w:color="auto" w:fill="D9D9D9" w:themeFill="background1" w:themeFillShade="D9"/>
          </w:tcPr>
          <w:p w:rsidR="00F8505E" w:rsidRPr="00614FBE" w:rsidRDefault="00EC4BF8" w:rsidP="00614FBE">
            <w:pPr>
              <w:jc w:val="left"/>
              <w:rPr>
                <w:b/>
              </w:rPr>
            </w:pPr>
            <w:r w:rsidRPr="00614FBE">
              <w:rPr>
                <w:b/>
              </w:rPr>
              <w:t xml:space="preserve">Strategic or operational objectives </w:t>
            </w:r>
          </w:p>
        </w:tc>
        <w:tc>
          <w:tcPr>
            <w:tcW w:w="1171" w:type="dxa"/>
            <w:shd w:val="clear" w:color="auto" w:fill="D9D9D9" w:themeFill="background1" w:themeFillShade="D9"/>
          </w:tcPr>
          <w:p w:rsidR="00F8505E" w:rsidRPr="00614FBE" w:rsidRDefault="00EC4BF8" w:rsidP="00614FBE">
            <w:pPr>
              <w:jc w:val="left"/>
              <w:rPr>
                <w:b/>
              </w:rPr>
            </w:pPr>
            <w:r w:rsidRPr="00614FBE">
              <w:rPr>
                <w:b/>
              </w:rPr>
              <w:t>Outcomes achieved</w:t>
            </w:r>
          </w:p>
        </w:tc>
        <w:tc>
          <w:tcPr>
            <w:tcW w:w="2913" w:type="dxa"/>
            <w:shd w:val="clear" w:color="auto" w:fill="D9D9D9" w:themeFill="background1" w:themeFillShade="D9"/>
          </w:tcPr>
          <w:p w:rsidR="00F8505E" w:rsidRPr="00614FBE" w:rsidRDefault="00EC4BF8" w:rsidP="00614FBE">
            <w:pPr>
              <w:jc w:val="left"/>
              <w:rPr>
                <w:b/>
              </w:rPr>
            </w:pPr>
            <w:r w:rsidRPr="00614FBE">
              <w:rPr>
                <w:b/>
              </w:rPr>
              <w:t>Comments on KPI achievements of the strategic or operational plan</w:t>
            </w:r>
          </w:p>
        </w:tc>
        <w:tc>
          <w:tcPr>
            <w:tcW w:w="2983" w:type="dxa"/>
            <w:shd w:val="clear" w:color="auto" w:fill="D9D9D9" w:themeFill="background1" w:themeFillShade="D9"/>
          </w:tcPr>
          <w:p w:rsidR="00F8505E" w:rsidRPr="00614FBE" w:rsidRDefault="00EC4BF8" w:rsidP="00614FBE">
            <w:pPr>
              <w:jc w:val="left"/>
              <w:rPr>
                <w:b/>
              </w:rPr>
            </w:pPr>
            <w:r w:rsidRPr="00614FBE">
              <w:rPr>
                <w:b/>
              </w:rPr>
              <w:t xml:space="preserve">How can the Board and CEO/Manager work together to achieve this goal or strategy over the next twelve months </w:t>
            </w:r>
          </w:p>
        </w:tc>
      </w:tr>
      <w:tr w:rsidR="00F8505E" w:rsidTr="00812900">
        <w:trPr>
          <w:trHeight w:val="874"/>
        </w:trPr>
        <w:tc>
          <w:tcPr>
            <w:tcW w:w="1690" w:type="dxa"/>
            <w:shd w:val="clear" w:color="auto" w:fill="FFFFFF" w:themeFill="background1"/>
          </w:tcPr>
          <w:p w:rsidR="00F8505E" w:rsidRPr="00495C4D" w:rsidRDefault="00F8505E" w:rsidP="007038E9">
            <w:pPr>
              <w:jc w:val="left"/>
              <w:rPr>
                <w:b/>
              </w:rPr>
            </w:pPr>
          </w:p>
        </w:tc>
        <w:tc>
          <w:tcPr>
            <w:tcW w:w="1171" w:type="dxa"/>
          </w:tcPr>
          <w:p w:rsidR="00F8505E" w:rsidRDefault="00614FBE" w:rsidP="007038E9">
            <w:pPr>
              <w:jc w:val="left"/>
            </w:pP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Yes   </w:t>
            </w: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No</w:t>
            </w:r>
          </w:p>
        </w:tc>
        <w:tc>
          <w:tcPr>
            <w:tcW w:w="2913" w:type="dxa"/>
          </w:tcPr>
          <w:p w:rsidR="007038E9" w:rsidRDefault="007038E9" w:rsidP="007038E9"/>
        </w:tc>
        <w:tc>
          <w:tcPr>
            <w:tcW w:w="2983" w:type="dxa"/>
          </w:tcPr>
          <w:p w:rsidR="00F8505E" w:rsidRDefault="00F8505E" w:rsidP="007038E9"/>
        </w:tc>
      </w:tr>
      <w:tr w:rsidR="00F8505E" w:rsidTr="00812900">
        <w:trPr>
          <w:trHeight w:val="874"/>
        </w:trPr>
        <w:tc>
          <w:tcPr>
            <w:tcW w:w="1690" w:type="dxa"/>
            <w:shd w:val="clear" w:color="auto" w:fill="FFFFFF" w:themeFill="background1"/>
          </w:tcPr>
          <w:p w:rsidR="00F8505E" w:rsidRPr="00495C4D" w:rsidRDefault="00F8505E" w:rsidP="007038E9">
            <w:pPr>
              <w:jc w:val="left"/>
              <w:rPr>
                <w:b/>
              </w:rPr>
            </w:pPr>
          </w:p>
        </w:tc>
        <w:tc>
          <w:tcPr>
            <w:tcW w:w="1171" w:type="dxa"/>
          </w:tcPr>
          <w:p w:rsidR="00F8505E" w:rsidRDefault="00614FBE" w:rsidP="007038E9">
            <w:pPr>
              <w:jc w:val="left"/>
            </w:pP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Yes   </w:t>
            </w: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No</w:t>
            </w:r>
          </w:p>
        </w:tc>
        <w:tc>
          <w:tcPr>
            <w:tcW w:w="2913" w:type="dxa"/>
          </w:tcPr>
          <w:p w:rsidR="00614FBE" w:rsidRDefault="00614FBE" w:rsidP="007038E9"/>
        </w:tc>
        <w:tc>
          <w:tcPr>
            <w:tcW w:w="2983" w:type="dxa"/>
          </w:tcPr>
          <w:p w:rsidR="00F8505E" w:rsidRDefault="00F8505E" w:rsidP="007038E9"/>
        </w:tc>
      </w:tr>
      <w:tr w:rsidR="00614FBE" w:rsidTr="00812900">
        <w:trPr>
          <w:trHeight w:val="874"/>
        </w:trPr>
        <w:tc>
          <w:tcPr>
            <w:tcW w:w="1690" w:type="dxa"/>
            <w:shd w:val="clear" w:color="auto" w:fill="FFFFFF" w:themeFill="background1"/>
          </w:tcPr>
          <w:p w:rsidR="00614FBE" w:rsidRPr="00495C4D" w:rsidRDefault="00614FBE" w:rsidP="007038E9">
            <w:pPr>
              <w:jc w:val="left"/>
              <w:rPr>
                <w:b/>
              </w:rPr>
            </w:pPr>
          </w:p>
        </w:tc>
        <w:tc>
          <w:tcPr>
            <w:tcW w:w="1171" w:type="dxa"/>
          </w:tcPr>
          <w:p w:rsidR="00614FBE" w:rsidRDefault="00614FBE" w:rsidP="007038E9">
            <w:pPr>
              <w:jc w:val="left"/>
            </w:pP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Yes   </w:t>
            </w: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No</w:t>
            </w:r>
          </w:p>
        </w:tc>
        <w:tc>
          <w:tcPr>
            <w:tcW w:w="2913" w:type="dxa"/>
          </w:tcPr>
          <w:p w:rsidR="00614FBE" w:rsidRDefault="00614FBE" w:rsidP="007038E9"/>
        </w:tc>
        <w:tc>
          <w:tcPr>
            <w:tcW w:w="2983" w:type="dxa"/>
          </w:tcPr>
          <w:p w:rsidR="00614FBE" w:rsidRDefault="00614FBE" w:rsidP="007038E9"/>
        </w:tc>
      </w:tr>
      <w:tr w:rsidR="00614FBE" w:rsidTr="00812900">
        <w:trPr>
          <w:trHeight w:val="874"/>
        </w:trPr>
        <w:tc>
          <w:tcPr>
            <w:tcW w:w="1690" w:type="dxa"/>
            <w:shd w:val="clear" w:color="auto" w:fill="FFFFFF" w:themeFill="background1"/>
          </w:tcPr>
          <w:p w:rsidR="00614FBE" w:rsidRPr="00495C4D" w:rsidRDefault="00614FBE" w:rsidP="007038E9">
            <w:pPr>
              <w:jc w:val="left"/>
              <w:rPr>
                <w:b/>
              </w:rPr>
            </w:pPr>
          </w:p>
        </w:tc>
        <w:tc>
          <w:tcPr>
            <w:tcW w:w="1171" w:type="dxa"/>
          </w:tcPr>
          <w:p w:rsidR="00614FBE" w:rsidRDefault="00614FBE" w:rsidP="007038E9">
            <w:pPr>
              <w:jc w:val="left"/>
            </w:pP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Yes   </w:t>
            </w: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No</w:t>
            </w:r>
          </w:p>
        </w:tc>
        <w:tc>
          <w:tcPr>
            <w:tcW w:w="2913" w:type="dxa"/>
          </w:tcPr>
          <w:p w:rsidR="00614FBE" w:rsidRDefault="00614FBE" w:rsidP="007038E9"/>
        </w:tc>
        <w:tc>
          <w:tcPr>
            <w:tcW w:w="2983" w:type="dxa"/>
          </w:tcPr>
          <w:p w:rsidR="00614FBE" w:rsidRDefault="00614FBE" w:rsidP="007038E9"/>
        </w:tc>
      </w:tr>
      <w:tr w:rsidR="00614FBE" w:rsidTr="00812900">
        <w:trPr>
          <w:trHeight w:val="905"/>
        </w:trPr>
        <w:tc>
          <w:tcPr>
            <w:tcW w:w="1690" w:type="dxa"/>
            <w:shd w:val="clear" w:color="auto" w:fill="FFFFFF" w:themeFill="background1"/>
          </w:tcPr>
          <w:p w:rsidR="00614FBE" w:rsidRPr="00495C4D" w:rsidRDefault="00614FBE" w:rsidP="007038E9">
            <w:pPr>
              <w:jc w:val="left"/>
              <w:rPr>
                <w:b/>
              </w:rPr>
            </w:pPr>
          </w:p>
        </w:tc>
        <w:tc>
          <w:tcPr>
            <w:tcW w:w="1171" w:type="dxa"/>
          </w:tcPr>
          <w:p w:rsidR="00614FBE" w:rsidRDefault="00614FBE" w:rsidP="007038E9">
            <w:pPr>
              <w:jc w:val="left"/>
            </w:pP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Yes   </w:t>
            </w: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No</w:t>
            </w:r>
          </w:p>
        </w:tc>
        <w:tc>
          <w:tcPr>
            <w:tcW w:w="2913" w:type="dxa"/>
          </w:tcPr>
          <w:p w:rsidR="00614FBE" w:rsidRDefault="00614FBE" w:rsidP="007038E9"/>
        </w:tc>
        <w:tc>
          <w:tcPr>
            <w:tcW w:w="2983" w:type="dxa"/>
          </w:tcPr>
          <w:p w:rsidR="00614FBE" w:rsidRDefault="00614FBE" w:rsidP="007038E9"/>
        </w:tc>
      </w:tr>
    </w:tbl>
    <w:p w:rsidR="0034133D" w:rsidRDefault="0034133D" w:rsidP="002031CF"/>
    <w:p w:rsidR="0034133D" w:rsidRDefault="0034133D" w:rsidP="002031CF"/>
    <w:p w:rsidR="00614FBE" w:rsidRDefault="00614FBE" w:rsidP="002031CF"/>
    <w:p w:rsidR="0034133D" w:rsidRDefault="0034133D" w:rsidP="0034133D">
      <w:pPr>
        <w:pStyle w:val="Heading2"/>
      </w:pPr>
    </w:p>
    <w:p w:rsidR="00B62AE4" w:rsidRDefault="00B62AE4" w:rsidP="0034133D">
      <w:pPr>
        <w:pStyle w:val="Heading2"/>
      </w:pPr>
      <w:r>
        <w:t xml:space="preserve">SECTION 3. </w:t>
      </w:r>
      <w:r w:rsidR="0063778E">
        <w:t xml:space="preserve">WORKING WITH THE BOARD </w:t>
      </w:r>
    </w:p>
    <w:p w:rsidR="0063778E" w:rsidRDefault="0063778E" w:rsidP="002031CF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30E57" w:rsidRPr="004B2ED5" w:rsidTr="008C2BA7">
        <w:tc>
          <w:tcPr>
            <w:tcW w:w="8789" w:type="dxa"/>
            <w:shd w:val="clear" w:color="auto" w:fill="D9D9D9" w:themeFill="background1" w:themeFillShade="D9"/>
          </w:tcPr>
          <w:p w:rsidR="00E30E57" w:rsidRPr="00660853" w:rsidRDefault="00E30E57" w:rsidP="00E30E57">
            <w:pPr>
              <w:jc w:val="left"/>
              <w:rPr>
                <w:b/>
                <w:i/>
              </w:rPr>
            </w:pPr>
            <w:r w:rsidRPr="00660853">
              <w:rPr>
                <w:i/>
              </w:rPr>
              <w:t xml:space="preserve">Please provide comments </w:t>
            </w:r>
            <w:r>
              <w:rPr>
                <w:i/>
              </w:rPr>
              <w:t>about the relationship with the board, communication, support to the Board, etc.</w:t>
            </w:r>
          </w:p>
        </w:tc>
      </w:tr>
      <w:tr w:rsidR="00E30E57" w:rsidTr="008C2BA7">
        <w:trPr>
          <w:trHeight w:val="913"/>
        </w:trPr>
        <w:tc>
          <w:tcPr>
            <w:tcW w:w="8789" w:type="dxa"/>
          </w:tcPr>
          <w:p w:rsidR="00E30E57" w:rsidRDefault="00E30E57" w:rsidP="00812900">
            <w:pPr>
              <w:jc w:val="left"/>
              <w:rPr>
                <w:b/>
              </w:rPr>
            </w:pPr>
          </w:p>
          <w:p w:rsidR="00E30E57" w:rsidRDefault="00E30E57" w:rsidP="00812900">
            <w:pPr>
              <w:jc w:val="left"/>
              <w:rPr>
                <w:b/>
              </w:rPr>
            </w:pPr>
          </w:p>
          <w:p w:rsidR="00E30E57" w:rsidRDefault="00E30E57" w:rsidP="00812900">
            <w:pPr>
              <w:jc w:val="left"/>
              <w:rPr>
                <w:b/>
              </w:rPr>
            </w:pPr>
          </w:p>
          <w:p w:rsidR="00E30E57" w:rsidRDefault="00E30E57" w:rsidP="00812900">
            <w:pPr>
              <w:jc w:val="left"/>
              <w:rPr>
                <w:b/>
              </w:rPr>
            </w:pPr>
          </w:p>
          <w:p w:rsidR="00E30E57" w:rsidRDefault="00E30E57" w:rsidP="00812900">
            <w:pPr>
              <w:jc w:val="left"/>
              <w:rPr>
                <w:b/>
              </w:rPr>
            </w:pPr>
          </w:p>
          <w:p w:rsidR="00E30E57" w:rsidRDefault="00E30E57" w:rsidP="00812900">
            <w:pPr>
              <w:jc w:val="left"/>
              <w:rPr>
                <w:b/>
              </w:rPr>
            </w:pPr>
          </w:p>
          <w:p w:rsidR="00812900" w:rsidRDefault="00812900" w:rsidP="00812900">
            <w:pPr>
              <w:jc w:val="left"/>
              <w:rPr>
                <w:b/>
              </w:rPr>
            </w:pPr>
          </w:p>
          <w:p w:rsidR="00812900" w:rsidRDefault="00812900" w:rsidP="00812900">
            <w:pPr>
              <w:jc w:val="left"/>
              <w:rPr>
                <w:b/>
              </w:rPr>
            </w:pPr>
          </w:p>
          <w:p w:rsidR="00812900" w:rsidRDefault="00812900" w:rsidP="00812900">
            <w:pPr>
              <w:jc w:val="left"/>
              <w:rPr>
                <w:b/>
              </w:rPr>
            </w:pPr>
          </w:p>
          <w:p w:rsidR="00E30E57" w:rsidRDefault="00E30E57" w:rsidP="00812900">
            <w:pPr>
              <w:jc w:val="left"/>
              <w:rPr>
                <w:b/>
              </w:rPr>
            </w:pPr>
          </w:p>
          <w:p w:rsidR="00E30E57" w:rsidRPr="00E70B93" w:rsidRDefault="00E30E57" w:rsidP="008C2BA7">
            <w:pPr>
              <w:jc w:val="left"/>
              <w:rPr>
                <w:b/>
              </w:rPr>
            </w:pPr>
          </w:p>
        </w:tc>
      </w:tr>
    </w:tbl>
    <w:p w:rsidR="00E30E57" w:rsidRDefault="00E30E57" w:rsidP="002031CF"/>
    <w:p w:rsidR="0034133D" w:rsidRDefault="0034133D" w:rsidP="002031CF"/>
    <w:p w:rsidR="0034133D" w:rsidRDefault="0034133D" w:rsidP="0034133D">
      <w:pPr>
        <w:pStyle w:val="Heading2"/>
      </w:pPr>
    </w:p>
    <w:p w:rsidR="0063778E" w:rsidRDefault="0063778E" w:rsidP="0034133D">
      <w:pPr>
        <w:pStyle w:val="Heading2"/>
      </w:pPr>
      <w:r>
        <w:t xml:space="preserve">SECTION 4. GENERAL COMMENTS </w:t>
      </w:r>
    </w:p>
    <w:p w:rsidR="0063778E" w:rsidRDefault="0063778E" w:rsidP="002031CF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4479CA" w:rsidRPr="004B2ED5" w:rsidTr="00812900">
        <w:tc>
          <w:tcPr>
            <w:tcW w:w="8789" w:type="dxa"/>
            <w:shd w:val="clear" w:color="auto" w:fill="000000" w:themeFill="text1"/>
          </w:tcPr>
          <w:p w:rsidR="004479CA" w:rsidRDefault="007038E9" w:rsidP="007038E9">
            <w:pPr>
              <w:jc w:val="left"/>
              <w:rPr>
                <w:b/>
              </w:rPr>
            </w:pPr>
            <w:r w:rsidRPr="007038E9">
              <w:rPr>
                <w:b/>
              </w:rPr>
              <w:t>Reviewers</w:t>
            </w:r>
            <w:r w:rsidR="00812900">
              <w:rPr>
                <w:b/>
              </w:rPr>
              <w:t>’</w:t>
            </w:r>
            <w:r w:rsidRPr="007038E9">
              <w:rPr>
                <w:b/>
              </w:rPr>
              <w:t xml:space="preserve"> </w:t>
            </w:r>
            <w:r w:rsidR="004479CA" w:rsidRPr="007038E9">
              <w:rPr>
                <w:b/>
              </w:rPr>
              <w:t xml:space="preserve">comments </w:t>
            </w:r>
            <w:r w:rsidR="004479CA" w:rsidRPr="007038E9">
              <w:rPr>
                <w:b/>
              </w:rPr>
              <w:t xml:space="preserve">and recommendations </w:t>
            </w:r>
          </w:p>
          <w:p w:rsidR="007038E9" w:rsidRPr="007038E9" w:rsidRDefault="007038E9" w:rsidP="007038E9">
            <w:pPr>
              <w:jc w:val="left"/>
              <w:rPr>
                <w:b/>
              </w:rPr>
            </w:pPr>
          </w:p>
        </w:tc>
      </w:tr>
      <w:tr w:rsidR="007038E9" w:rsidRPr="004B2ED5" w:rsidTr="007038E9">
        <w:tc>
          <w:tcPr>
            <w:tcW w:w="8789" w:type="dxa"/>
            <w:shd w:val="clear" w:color="auto" w:fill="D9D9D9" w:themeFill="background1" w:themeFillShade="D9"/>
          </w:tcPr>
          <w:p w:rsidR="007038E9" w:rsidRPr="007038E9" w:rsidRDefault="007038E9" w:rsidP="007038E9">
            <w:pPr>
              <w:jc w:val="left"/>
              <w:rPr>
                <w:b/>
              </w:rPr>
            </w:pPr>
            <w:r>
              <w:rPr>
                <w:b/>
              </w:rPr>
              <w:t>Reviewer No.1</w:t>
            </w:r>
          </w:p>
        </w:tc>
      </w:tr>
      <w:tr w:rsidR="007038E9" w:rsidRPr="004B2ED5" w:rsidTr="007038E9">
        <w:tc>
          <w:tcPr>
            <w:tcW w:w="8789" w:type="dxa"/>
            <w:shd w:val="clear" w:color="auto" w:fill="FFFFFF" w:themeFill="background1"/>
          </w:tcPr>
          <w:p w:rsidR="007038E9" w:rsidRDefault="007038E9" w:rsidP="007038E9">
            <w:pPr>
              <w:jc w:val="left"/>
              <w:rPr>
                <w:b/>
              </w:rPr>
            </w:pPr>
          </w:p>
          <w:p w:rsidR="00812900" w:rsidRDefault="00812900" w:rsidP="007038E9">
            <w:pPr>
              <w:jc w:val="left"/>
              <w:rPr>
                <w:b/>
              </w:rPr>
            </w:pPr>
          </w:p>
          <w:p w:rsidR="00812900" w:rsidRDefault="00812900" w:rsidP="007038E9">
            <w:pPr>
              <w:jc w:val="left"/>
              <w:rPr>
                <w:b/>
              </w:rPr>
            </w:pPr>
          </w:p>
          <w:p w:rsidR="00812900" w:rsidRDefault="00812900" w:rsidP="007038E9">
            <w:pPr>
              <w:jc w:val="left"/>
              <w:rPr>
                <w:b/>
              </w:rPr>
            </w:pPr>
          </w:p>
        </w:tc>
      </w:tr>
      <w:tr w:rsidR="007038E9" w:rsidRPr="004B2ED5" w:rsidTr="007038E9">
        <w:tc>
          <w:tcPr>
            <w:tcW w:w="8789" w:type="dxa"/>
            <w:shd w:val="clear" w:color="auto" w:fill="D9D9D9" w:themeFill="background1" w:themeFillShade="D9"/>
          </w:tcPr>
          <w:p w:rsidR="007038E9" w:rsidRDefault="007038E9" w:rsidP="007038E9">
            <w:pPr>
              <w:jc w:val="left"/>
              <w:rPr>
                <w:b/>
              </w:rPr>
            </w:pPr>
            <w:r>
              <w:rPr>
                <w:b/>
              </w:rPr>
              <w:t>Reviewer No. 2</w:t>
            </w:r>
          </w:p>
        </w:tc>
      </w:tr>
      <w:tr w:rsidR="004479CA" w:rsidTr="007038E9">
        <w:trPr>
          <w:trHeight w:val="227"/>
        </w:trPr>
        <w:tc>
          <w:tcPr>
            <w:tcW w:w="8789" w:type="dxa"/>
          </w:tcPr>
          <w:p w:rsidR="004479CA" w:rsidRDefault="004479CA" w:rsidP="00812900">
            <w:pPr>
              <w:jc w:val="left"/>
              <w:rPr>
                <w:b/>
              </w:rPr>
            </w:pPr>
          </w:p>
          <w:p w:rsidR="00812900" w:rsidRDefault="00812900" w:rsidP="00812900">
            <w:pPr>
              <w:jc w:val="left"/>
              <w:rPr>
                <w:b/>
              </w:rPr>
            </w:pPr>
          </w:p>
          <w:p w:rsidR="00812900" w:rsidRDefault="00812900" w:rsidP="00812900">
            <w:pPr>
              <w:jc w:val="left"/>
              <w:rPr>
                <w:b/>
              </w:rPr>
            </w:pPr>
          </w:p>
          <w:p w:rsidR="00812900" w:rsidRPr="00E70B93" w:rsidRDefault="00812900" w:rsidP="00812900">
            <w:pPr>
              <w:jc w:val="left"/>
              <w:rPr>
                <w:b/>
              </w:rPr>
            </w:pPr>
          </w:p>
        </w:tc>
      </w:tr>
    </w:tbl>
    <w:p w:rsidR="0034133D" w:rsidRDefault="0034133D" w:rsidP="002031CF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812900" w:rsidRPr="004B2ED5" w:rsidTr="008C2BA7">
        <w:tc>
          <w:tcPr>
            <w:tcW w:w="8789" w:type="dxa"/>
            <w:shd w:val="clear" w:color="auto" w:fill="D9D9D9" w:themeFill="background1" w:themeFillShade="D9"/>
          </w:tcPr>
          <w:p w:rsidR="00812900" w:rsidRPr="007038E9" w:rsidRDefault="00812900" w:rsidP="008C2BA7">
            <w:pPr>
              <w:jc w:val="left"/>
              <w:rPr>
                <w:b/>
              </w:rPr>
            </w:pPr>
            <w:r>
              <w:rPr>
                <w:b/>
              </w:rPr>
              <w:t xml:space="preserve">CEO/Manager comments </w:t>
            </w:r>
          </w:p>
        </w:tc>
      </w:tr>
      <w:tr w:rsidR="00812900" w:rsidRPr="004B2ED5" w:rsidTr="008C2BA7">
        <w:tc>
          <w:tcPr>
            <w:tcW w:w="8789" w:type="dxa"/>
            <w:shd w:val="clear" w:color="auto" w:fill="FFFFFF" w:themeFill="background1"/>
          </w:tcPr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</w:tc>
      </w:tr>
    </w:tbl>
    <w:p w:rsidR="00812900" w:rsidRDefault="00812900" w:rsidP="002031CF"/>
    <w:p w:rsidR="00812900" w:rsidRDefault="00812900" w:rsidP="002031CF"/>
    <w:p w:rsidR="0034133D" w:rsidRDefault="0034133D" w:rsidP="0034133D">
      <w:pPr>
        <w:pStyle w:val="Heading2"/>
      </w:pPr>
    </w:p>
    <w:p w:rsidR="0063778E" w:rsidRDefault="00812900" w:rsidP="0034133D">
      <w:pPr>
        <w:pStyle w:val="Heading2"/>
      </w:pPr>
      <w:r>
        <w:t>SECTION 5</w:t>
      </w:r>
      <w:r w:rsidR="0063778E">
        <w:t xml:space="preserve">. CLOSING </w:t>
      </w:r>
    </w:p>
    <w:p w:rsidR="0063778E" w:rsidRDefault="0063778E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016"/>
        <w:gridCol w:w="953"/>
        <w:gridCol w:w="2011"/>
      </w:tblGrid>
      <w:tr w:rsidR="005B5C55" w:rsidRPr="00F9329A" w:rsidTr="005B5C55">
        <w:tc>
          <w:tcPr>
            <w:tcW w:w="8815" w:type="dxa"/>
            <w:gridSpan w:val="4"/>
            <w:shd w:val="clear" w:color="auto" w:fill="000000" w:themeFill="text1"/>
          </w:tcPr>
          <w:p w:rsidR="005B5C55" w:rsidRDefault="00367CC3" w:rsidP="00B45628">
            <w:pPr>
              <w:rPr>
                <w:b/>
              </w:rPr>
            </w:pPr>
            <w:r>
              <w:rPr>
                <w:b/>
              </w:rPr>
              <w:t>CEO/Manager</w:t>
            </w:r>
          </w:p>
          <w:p w:rsidR="00DF74CC" w:rsidRPr="005B5C55" w:rsidRDefault="00DF74CC" w:rsidP="00B45628">
            <w:pPr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Pr="00495C4D" w:rsidRDefault="00367CC3" w:rsidP="00846D29">
            <w:pPr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846D29">
              <w:rPr>
                <w:b/>
              </w:rPr>
              <w:t xml:space="preserve"> </w:t>
            </w:r>
          </w:p>
        </w:tc>
        <w:tc>
          <w:tcPr>
            <w:tcW w:w="5980" w:type="dxa"/>
            <w:gridSpan w:val="3"/>
          </w:tcPr>
          <w:p w:rsidR="00846D29" w:rsidRDefault="00846D29" w:rsidP="00B45628"/>
          <w:p w:rsidR="00846D29" w:rsidRPr="00F9329A" w:rsidRDefault="00846D29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Pr="00846D29" w:rsidRDefault="002C370B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016" w:type="dxa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</w:tbl>
    <w:p w:rsidR="009B4F38" w:rsidRDefault="009B4F38" w:rsidP="005A540C">
      <w:pPr>
        <w:tabs>
          <w:tab w:val="left" w:pos="2086"/>
        </w:tabs>
      </w:pPr>
    </w:p>
    <w:p w:rsidR="00367CC3" w:rsidRDefault="00367CC3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997"/>
        <w:gridCol w:w="19"/>
        <w:gridCol w:w="953"/>
        <w:gridCol w:w="2011"/>
      </w:tblGrid>
      <w:tr w:rsidR="00367CC3" w:rsidRPr="00F9329A" w:rsidTr="008C2BA7">
        <w:tc>
          <w:tcPr>
            <w:tcW w:w="8815" w:type="dxa"/>
            <w:gridSpan w:val="5"/>
            <w:shd w:val="clear" w:color="auto" w:fill="000000" w:themeFill="text1"/>
          </w:tcPr>
          <w:p w:rsidR="00367CC3" w:rsidRDefault="00367CC3" w:rsidP="008C2BA7">
            <w:pPr>
              <w:rPr>
                <w:b/>
              </w:rPr>
            </w:pPr>
            <w:r>
              <w:rPr>
                <w:b/>
              </w:rPr>
              <w:t xml:space="preserve">Reviewers </w:t>
            </w:r>
          </w:p>
          <w:p w:rsidR="00367CC3" w:rsidRPr="005B5C55" w:rsidRDefault="00367CC3" w:rsidP="008C2BA7">
            <w:pPr>
              <w:rPr>
                <w:b/>
              </w:rPr>
            </w:pPr>
          </w:p>
        </w:tc>
      </w:tr>
      <w:tr w:rsidR="00367CC3" w:rsidRPr="00F9329A" w:rsidTr="008C2BA7">
        <w:tc>
          <w:tcPr>
            <w:tcW w:w="2835" w:type="dxa"/>
            <w:shd w:val="clear" w:color="auto" w:fill="D9D9D9" w:themeFill="background1" w:themeFillShade="D9"/>
          </w:tcPr>
          <w:p w:rsidR="00367CC3" w:rsidRPr="00495C4D" w:rsidRDefault="00367CC3" w:rsidP="008C2BA7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  <w:r w:rsidR="002C370B">
              <w:rPr>
                <w:b/>
              </w:rPr>
              <w:t>of reviewer No.1</w:t>
            </w:r>
          </w:p>
        </w:tc>
        <w:tc>
          <w:tcPr>
            <w:tcW w:w="5980" w:type="dxa"/>
            <w:gridSpan w:val="4"/>
          </w:tcPr>
          <w:p w:rsidR="00367CC3" w:rsidRDefault="00367CC3" w:rsidP="008C2BA7"/>
          <w:p w:rsidR="00367CC3" w:rsidRPr="00F9329A" w:rsidRDefault="00367CC3" w:rsidP="008C2BA7"/>
        </w:tc>
      </w:tr>
      <w:tr w:rsidR="00367CC3" w:rsidRPr="00F9329A" w:rsidTr="008C2BA7">
        <w:tc>
          <w:tcPr>
            <w:tcW w:w="2835" w:type="dxa"/>
            <w:shd w:val="clear" w:color="auto" w:fill="D9D9D9" w:themeFill="background1" w:themeFillShade="D9"/>
          </w:tcPr>
          <w:p w:rsidR="00367CC3" w:rsidRPr="00846D29" w:rsidRDefault="002C370B" w:rsidP="002C370B">
            <w:pPr>
              <w:jc w:val="left"/>
              <w:rPr>
                <w:b/>
              </w:rPr>
            </w:pPr>
            <w:r>
              <w:rPr>
                <w:b/>
              </w:rPr>
              <w:t>Si</w:t>
            </w:r>
            <w:r w:rsidR="00367CC3">
              <w:rPr>
                <w:b/>
              </w:rPr>
              <w:t>gnature</w:t>
            </w:r>
            <w:bookmarkStart w:id="0" w:name="_GoBack"/>
            <w:bookmarkEnd w:id="0"/>
          </w:p>
        </w:tc>
        <w:tc>
          <w:tcPr>
            <w:tcW w:w="3016" w:type="dxa"/>
            <w:gridSpan w:val="2"/>
          </w:tcPr>
          <w:p w:rsidR="00367CC3" w:rsidRDefault="00367CC3" w:rsidP="008C2BA7"/>
          <w:p w:rsidR="00367CC3" w:rsidRDefault="00367CC3" w:rsidP="008C2BA7"/>
          <w:p w:rsidR="00367CC3" w:rsidRPr="00F9329A" w:rsidRDefault="00367CC3" w:rsidP="008C2BA7"/>
        </w:tc>
        <w:tc>
          <w:tcPr>
            <w:tcW w:w="953" w:type="dxa"/>
            <w:shd w:val="clear" w:color="auto" w:fill="D9D9D9" w:themeFill="background1" w:themeFillShade="D9"/>
          </w:tcPr>
          <w:p w:rsidR="00367CC3" w:rsidRPr="002D4DBE" w:rsidRDefault="00367CC3" w:rsidP="008C2BA7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367CC3" w:rsidRPr="00F9329A" w:rsidRDefault="00367CC3" w:rsidP="008C2BA7"/>
        </w:tc>
        <w:tc>
          <w:tcPr>
            <w:tcW w:w="2011" w:type="dxa"/>
          </w:tcPr>
          <w:p w:rsidR="00367CC3" w:rsidRDefault="00367CC3" w:rsidP="008C2BA7">
            <w:pPr>
              <w:jc w:val="left"/>
            </w:pPr>
          </w:p>
          <w:p w:rsidR="00367CC3" w:rsidRPr="00F9329A" w:rsidRDefault="00367CC3" w:rsidP="008C2BA7"/>
        </w:tc>
      </w:tr>
      <w:tr w:rsidR="00367CC3" w:rsidRPr="00F9329A" w:rsidTr="008C2BA7">
        <w:tc>
          <w:tcPr>
            <w:tcW w:w="2835" w:type="dxa"/>
            <w:shd w:val="clear" w:color="auto" w:fill="D9D9D9" w:themeFill="background1" w:themeFillShade="D9"/>
          </w:tcPr>
          <w:p w:rsidR="00367CC3" w:rsidRPr="00495C4D" w:rsidRDefault="002C370B" w:rsidP="008C2BA7">
            <w:pPr>
              <w:jc w:val="left"/>
              <w:rPr>
                <w:b/>
              </w:rPr>
            </w:pPr>
            <w:r>
              <w:rPr>
                <w:b/>
              </w:rPr>
              <w:t>Name of reviewer No.2</w:t>
            </w:r>
          </w:p>
        </w:tc>
        <w:tc>
          <w:tcPr>
            <w:tcW w:w="5980" w:type="dxa"/>
            <w:gridSpan w:val="4"/>
          </w:tcPr>
          <w:p w:rsidR="00367CC3" w:rsidRDefault="00367CC3" w:rsidP="008C2BA7"/>
          <w:p w:rsidR="00367CC3" w:rsidRPr="00F9329A" w:rsidRDefault="00367CC3" w:rsidP="008C2BA7"/>
        </w:tc>
      </w:tr>
      <w:tr w:rsidR="00367CC3" w:rsidRPr="00F9329A" w:rsidTr="008C2BA7">
        <w:tc>
          <w:tcPr>
            <w:tcW w:w="2835" w:type="dxa"/>
            <w:shd w:val="clear" w:color="auto" w:fill="D9D9D9" w:themeFill="background1" w:themeFillShade="D9"/>
          </w:tcPr>
          <w:p w:rsidR="00367CC3" w:rsidRDefault="002C370B" w:rsidP="008C2BA7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367CC3">
              <w:rPr>
                <w:b/>
              </w:rPr>
              <w:t>ignature</w:t>
            </w:r>
          </w:p>
          <w:p w:rsidR="00367CC3" w:rsidRDefault="00367CC3" w:rsidP="008C2BA7">
            <w:pPr>
              <w:jc w:val="left"/>
              <w:rPr>
                <w:b/>
              </w:rPr>
            </w:pPr>
          </w:p>
        </w:tc>
        <w:tc>
          <w:tcPr>
            <w:tcW w:w="2997" w:type="dxa"/>
          </w:tcPr>
          <w:p w:rsidR="00367CC3" w:rsidRDefault="00367CC3" w:rsidP="008C2BA7"/>
          <w:p w:rsidR="00367CC3" w:rsidRDefault="00367CC3" w:rsidP="008C2BA7"/>
          <w:p w:rsidR="00367CC3" w:rsidRDefault="00367CC3" w:rsidP="008C2BA7"/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:rsidR="00367CC3" w:rsidRPr="002D4DBE" w:rsidRDefault="00367CC3" w:rsidP="008C2BA7">
            <w:pPr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</w:tcPr>
          <w:p w:rsidR="00367CC3" w:rsidRDefault="00367CC3" w:rsidP="008C2BA7"/>
        </w:tc>
      </w:tr>
    </w:tbl>
    <w:p w:rsidR="00367CC3" w:rsidRDefault="00367CC3" w:rsidP="005A540C">
      <w:pPr>
        <w:tabs>
          <w:tab w:val="left" w:pos="2086"/>
        </w:tabs>
      </w:pPr>
    </w:p>
    <w:p w:rsidR="00367CC3" w:rsidRDefault="00367CC3" w:rsidP="005A540C">
      <w:pPr>
        <w:tabs>
          <w:tab w:val="left" w:pos="2086"/>
        </w:tabs>
      </w:pPr>
    </w:p>
    <w:p w:rsidR="002D4DBE" w:rsidRDefault="002D4DBE" w:rsidP="009B4F38"/>
    <w:p w:rsidR="002031CF" w:rsidRDefault="002031CF" w:rsidP="005A540C">
      <w:pPr>
        <w:tabs>
          <w:tab w:val="left" w:pos="2086"/>
        </w:tabs>
      </w:pPr>
    </w:p>
    <w:p w:rsidR="002031CF" w:rsidRPr="005A540C" w:rsidRDefault="002031CF" w:rsidP="005A540C">
      <w:pPr>
        <w:tabs>
          <w:tab w:val="left" w:pos="2086"/>
        </w:tabs>
      </w:pPr>
    </w:p>
    <w:sectPr w:rsidR="002031C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960294" w:rsidP="00CE795B">
    <w:pPr>
      <w:pStyle w:val="Footer"/>
    </w:pPr>
    <w:r>
      <w:t xml:space="preserve">CEO/Manager performance and development review 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2C370B">
          <w:rPr>
            <w:noProof/>
          </w:rPr>
          <w:t>4</w:t>
        </w:r>
        <w:r w:rsidR="009D185F" w:rsidRPr="0086262A">
          <w:fldChar w:fldCharType="end"/>
        </w:r>
        <w:r w:rsidR="009D185F" w:rsidRPr="0086262A">
          <w:t xml:space="preserve"> of </w:t>
        </w:r>
        <w:r w:rsidR="002C370B">
          <w:fldChar w:fldCharType="begin"/>
        </w:r>
        <w:r w:rsidR="002C370B">
          <w:instrText xml:space="preserve"> NUMPAGES  </w:instrText>
        </w:r>
        <w:r w:rsidR="002C370B">
          <w:fldChar w:fldCharType="separate"/>
        </w:r>
        <w:r w:rsidR="002C370B">
          <w:rPr>
            <w:noProof/>
          </w:rPr>
          <w:t>4</w:t>
        </w:r>
        <w:r w:rsidR="002C370B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61B97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370B"/>
    <w:rsid w:val="002C4ECA"/>
    <w:rsid w:val="002C733E"/>
    <w:rsid w:val="002D06D4"/>
    <w:rsid w:val="002D4DBE"/>
    <w:rsid w:val="002F0C46"/>
    <w:rsid w:val="002F3776"/>
    <w:rsid w:val="0031459C"/>
    <w:rsid w:val="0032737D"/>
    <w:rsid w:val="00327813"/>
    <w:rsid w:val="0034133D"/>
    <w:rsid w:val="00345FF0"/>
    <w:rsid w:val="00354A3B"/>
    <w:rsid w:val="00363857"/>
    <w:rsid w:val="003659CE"/>
    <w:rsid w:val="00367CC3"/>
    <w:rsid w:val="003747BA"/>
    <w:rsid w:val="0038523D"/>
    <w:rsid w:val="00386ABA"/>
    <w:rsid w:val="00392075"/>
    <w:rsid w:val="003A0DD6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479CA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521FEC"/>
    <w:rsid w:val="00536AC3"/>
    <w:rsid w:val="0054262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B5C55"/>
    <w:rsid w:val="005C7779"/>
    <w:rsid w:val="005D30C0"/>
    <w:rsid w:val="005F19F8"/>
    <w:rsid w:val="005F2A54"/>
    <w:rsid w:val="00602F12"/>
    <w:rsid w:val="00603C8C"/>
    <w:rsid w:val="00604895"/>
    <w:rsid w:val="00610A59"/>
    <w:rsid w:val="00614FBE"/>
    <w:rsid w:val="00621CE4"/>
    <w:rsid w:val="006220D5"/>
    <w:rsid w:val="0062471B"/>
    <w:rsid w:val="006322A4"/>
    <w:rsid w:val="00632857"/>
    <w:rsid w:val="00632E76"/>
    <w:rsid w:val="0063778E"/>
    <w:rsid w:val="00660853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38E9"/>
    <w:rsid w:val="007047C0"/>
    <w:rsid w:val="00716668"/>
    <w:rsid w:val="00730AA7"/>
    <w:rsid w:val="007316E7"/>
    <w:rsid w:val="007323C8"/>
    <w:rsid w:val="0073578B"/>
    <w:rsid w:val="007448C8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2900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86745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60294"/>
    <w:rsid w:val="009716A4"/>
    <w:rsid w:val="00991D60"/>
    <w:rsid w:val="009A0BF7"/>
    <w:rsid w:val="009A3DEE"/>
    <w:rsid w:val="009B4F38"/>
    <w:rsid w:val="009B665A"/>
    <w:rsid w:val="009B6ABF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3125"/>
    <w:rsid w:val="00AB00B4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62AE4"/>
    <w:rsid w:val="00B716ED"/>
    <w:rsid w:val="00B71916"/>
    <w:rsid w:val="00B84AA7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D1359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0E57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4BF8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8505E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23ST2XJ3F2FU-1797567310-95044</_dlc_DocId>
    <_dlc_DocIdUrl xmlns="14c5a56e-ced3-43ad-8a76-68a367d68378">
      <Url>https://nadaau.sharepoint.com/_layouts/15/DocIdRedir.aspx?ID=23ST2XJ3F2FU-1797567310-95044</Url>
      <Description>23ST2XJ3F2FU-1797567310-95044</Description>
    </_dlc_DocIdUrl>
  </documentManagement>
</p:properties>
</file>

<file path=customXml/itemProps1.xml><?xml version="1.0" encoding="utf-8"?>
<ds:datastoreItem xmlns:ds="http://schemas.openxmlformats.org/officeDocument/2006/customXml" ds:itemID="{6871D567-8B27-4CCA-BFBE-B171E92B56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0597D1-2B56-4BA7-A392-ECADBCD06019}"/>
</file>

<file path=customXml/itemProps3.xml><?xml version="1.0" encoding="utf-8"?>
<ds:datastoreItem xmlns:ds="http://schemas.openxmlformats.org/officeDocument/2006/customXml" ds:itemID="{F636D8DF-A123-4662-9007-8AF82A5AB139}"/>
</file>

<file path=customXml/itemProps4.xml><?xml version="1.0" encoding="utf-8"?>
<ds:datastoreItem xmlns:ds="http://schemas.openxmlformats.org/officeDocument/2006/customXml" ds:itemID="{E81E47D1-F89D-42C5-9AC0-C3564025D6C2}"/>
</file>

<file path=customXml/itemProps5.xml><?xml version="1.0" encoding="utf-8"?>
<ds:datastoreItem xmlns:ds="http://schemas.openxmlformats.org/officeDocument/2006/customXml" ds:itemID="{9B5D6AE3-4857-43EA-BD06-C64741760C4E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67</TotalTime>
  <Pages>4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16</cp:revision>
  <dcterms:created xsi:type="dcterms:W3CDTF">2013-12-12T04:19:00Z</dcterms:created>
  <dcterms:modified xsi:type="dcterms:W3CDTF">2013-12-19T03:27:00Z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2e07249b-09cb-439f-8cc4-86e87372367a</vt:lpwstr>
  </property>
</Properties>
</file>